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1D" w:rsidRPr="00AE21F6" w:rsidRDefault="006618CA" w:rsidP="00AE21F6">
      <w:pPr>
        <w:rPr>
          <w:rFonts w:ascii="Bookman Old Style" w:hAnsi="Bookman Old Style"/>
          <w:b/>
          <w:color w:val="17365D" w:themeColor="text2" w:themeShade="BF"/>
          <w:sz w:val="48"/>
          <w:szCs w:val="48"/>
        </w:rPr>
      </w:pPr>
      <w:r>
        <w:t xml:space="preserve">                  </w:t>
      </w:r>
      <w:r w:rsidRPr="00AE21F6">
        <w:t xml:space="preserve">                            </w:t>
      </w:r>
      <w:r w:rsidR="005C02EB" w:rsidRPr="00AE21F6">
        <w:rPr>
          <w:rFonts w:ascii="Bookman Old Style" w:hAnsi="Bookman Old Style"/>
          <w:b/>
          <w:color w:val="17365D" w:themeColor="text2" w:themeShade="BF"/>
          <w:sz w:val="48"/>
          <w:szCs w:val="48"/>
        </w:rPr>
        <w:t>Деловая страничка</w:t>
      </w:r>
      <w:r w:rsidR="006B6A4C">
        <w:rPr>
          <w:rFonts w:ascii="Bookman Old Style" w:hAnsi="Bookman Old Style"/>
          <w:sz w:val="32"/>
          <w:szCs w:val="32"/>
        </w:rPr>
        <w:t xml:space="preserve">    </w:t>
      </w:r>
    </w:p>
    <w:p w:rsidR="006B6A4C" w:rsidRPr="006B6A4C" w:rsidRDefault="007C561D" w:rsidP="006B6A4C">
      <w:pPr>
        <w:ind w:right="-143" w:firstLine="708"/>
        <w:jc w:val="both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       </w:t>
      </w:r>
      <w:r w:rsidR="006B6A4C" w:rsidRPr="006B6A4C">
        <w:rPr>
          <w:rFonts w:ascii="Bookman Old Style" w:hAnsi="Bookman Old Style"/>
          <w:b/>
          <w:sz w:val="32"/>
          <w:szCs w:val="32"/>
        </w:rPr>
        <w:t>Школьная форма – единство стиля</w:t>
      </w:r>
    </w:p>
    <w:p w:rsidR="005C02EB" w:rsidRDefault="005C02EB" w:rsidP="006B6A4C">
      <w:pPr>
        <w:ind w:right="-143" w:firstLine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В 2016 году Министерство образования и науки Республики Казахстан выработало требования к обязательной школьной форме с целью «обеспечения единства подходов организаций среднего образования в применении обязательной школьной формы, формирования позитивного отношения родителей к школьной форме». С этого учебного года каждая школа  в Республике выбирает тип единой формы для своих учеников. </w:t>
      </w:r>
      <w:r w:rsidR="006B6A4C">
        <w:rPr>
          <w:rFonts w:ascii="Bookman Old Style" w:hAnsi="Bookman Old Style"/>
          <w:sz w:val="32"/>
          <w:szCs w:val="32"/>
        </w:rPr>
        <w:t>Свой стиль школьной формы есть и в нашем лицее</w:t>
      </w:r>
      <w:r w:rsidR="007C561D">
        <w:rPr>
          <w:rFonts w:ascii="Bookman Old Style" w:hAnsi="Bookman Old Style"/>
          <w:sz w:val="32"/>
          <w:szCs w:val="32"/>
        </w:rPr>
        <w:t xml:space="preserve">. </w:t>
      </w:r>
      <w:r w:rsidR="006B6A4C">
        <w:rPr>
          <w:rFonts w:ascii="Bookman Old Style" w:hAnsi="Bookman Old Style"/>
          <w:sz w:val="32"/>
          <w:szCs w:val="32"/>
        </w:rPr>
        <w:t>Напоминаем вам о нем</w:t>
      </w:r>
      <w:r w:rsidR="007C561D">
        <w:rPr>
          <w:rFonts w:ascii="Bookman Old Style" w:hAnsi="Bookman Old Style"/>
          <w:sz w:val="32"/>
          <w:szCs w:val="32"/>
        </w:rPr>
        <w:t xml:space="preserve"> (см. фото на сайте лицей №2)</w:t>
      </w:r>
      <w:r w:rsidR="006B6A4C">
        <w:rPr>
          <w:rFonts w:ascii="Bookman Old Style" w:hAnsi="Bookman Old Style"/>
          <w:sz w:val="32"/>
          <w:szCs w:val="32"/>
        </w:rPr>
        <w:t>:</w:t>
      </w:r>
      <w:r>
        <w:rPr>
          <w:rFonts w:ascii="Bookman Old Style" w:hAnsi="Bookman Old Style"/>
          <w:sz w:val="32"/>
          <w:szCs w:val="32"/>
        </w:rPr>
        <w:t xml:space="preserve"> </w:t>
      </w:r>
    </w:p>
    <w:p w:rsidR="006B6A4C" w:rsidRDefault="006B6A4C" w:rsidP="006B6A4C">
      <w:pPr>
        <w:ind w:right="-143" w:firstLine="708"/>
        <w:jc w:val="both"/>
        <w:rPr>
          <w:rFonts w:ascii="Bookman Old Style" w:hAnsi="Bookman Old Style"/>
          <w:sz w:val="32"/>
          <w:szCs w:val="32"/>
          <w:u w:val="single"/>
        </w:rPr>
      </w:pPr>
      <w:r w:rsidRPr="006B6A4C">
        <w:rPr>
          <w:rFonts w:ascii="Bookman Old Style" w:hAnsi="Bookman Old Style"/>
          <w:sz w:val="32"/>
          <w:szCs w:val="32"/>
          <w:u w:val="single"/>
        </w:rPr>
        <w:t>Для мальчиков</w:t>
      </w:r>
    </w:p>
    <w:p w:rsidR="006B6A4C" w:rsidRPr="006B6A4C" w:rsidRDefault="006B6A4C" w:rsidP="006B6A4C">
      <w:pPr>
        <w:ind w:right="-143"/>
        <w:jc w:val="both"/>
        <w:rPr>
          <w:rFonts w:ascii="Bookman Old Style" w:hAnsi="Bookman Old Style"/>
          <w:sz w:val="32"/>
          <w:szCs w:val="32"/>
        </w:rPr>
      </w:pPr>
      <w:r w:rsidRPr="006B6A4C">
        <w:rPr>
          <w:rFonts w:ascii="Bookman Old Style" w:hAnsi="Bookman Old Style"/>
          <w:sz w:val="32"/>
          <w:szCs w:val="32"/>
        </w:rPr>
        <w:t xml:space="preserve"> - жилет бордового цвета, брюки черного цвета;</w:t>
      </w:r>
    </w:p>
    <w:p w:rsidR="006B6A4C" w:rsidRDefault="006B6A4C" w:rsidP="006B6A4C">
      <w:pPr>
        <w:ind w:right="-143"/>
        <w:jc w:val="both"/>
        <w:rPr>
          <w:rFonts w:ascii="Bookman Old Style" w:hAnsi="Bookman Old Style"/>
          <w:sz w:val="32"/>
          <w:szCs w:val="32"/>
        </w:rPr>
      </w:pPr>
      <w:r w:rsidRPr="006B6A4C">
        <w:rPr>
          <w:rFonts w:ascii="Bookman Old Style" w:hAnsi="Bookman Old Style"/>
          <w:sz w:val="32"/>
          <w:szCs w:val="32"/>
        </w:rPr>
        <w:t xml:space="preserve">- </w:t>
      </w:r>
      <w:r>
        <w:rPr>
          <w:rFonts w:ascii="Bookman Old Style" w:hAnsi="Bookman Old Style"/>
          <w:sz w:val="32"/>
          <w:szCs w:val="32"/>
        </w:rPr>
        <w:t>рубашка пастельных тонов;</w:t>
      </w:r>
    </w:p>
    <w:p w:rsidR="006B6A4C" w:rsidRDefault="006B6A4C" w:rsidP="006B6A4C">
      <w:pPr>
        <w:ind w:right="-143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- галстук классической формы.</w:t>
      </w:r>
    </w:p>
    <w:p w:rsidR="006B6A4C" w:rsidRDefault="006B6A4C" w:rsidP="006B6A4C">
      <w:pPr>
        <w:ind w:right="-143"/>
        <w:jc w:val="both"/>
        <w:rPr>
          <w:rFonts w:ascii="Bookman Old Style" w:hAnsi="Bookman Old Style"/>
          <w:sz w:val="32"/>
          <w:szCs w:val="32"/>
          <w:u w:val="single"/>
        </w:rPr>
      </w:pPr>
      <w:r>
        <w:rPr>
          <w:rFonts w:ascii="Bookman Old Style" w:hAnsi="Bookman Old Style"/>
          <w:sz w:val="32"/>
          <w:szCs w:val="32"/>
        </w:rPr>
        <w:t xml:space="preserve">      </w:t>
      </w:r>
      <w:r w:rsidRPr="006B6A4C">
        <w:rPr>
          <w:rFonts w:ascii="Bookman Old Style" w:hAnsi="Bookman Old Style"/>
          <w:sz w:val="32"/>
          <w:szCs w:val="32"/>
          <w:u w:val="single"/>
        </w:rPr>
        <w:t>Для девочек</w:t>
      </w:r>
    </w:p>
    <w:p w:rsidR="006B6A4C" w:rsidRDefault="006B6A4C" w:rsidP="006B6A4C">
      <w:pPr>
        <w:ind w:right="-143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  <w:u w:val="single"/>
        </w:rPr>
        <w:softHyphen/>
      </w:r>
      <w:r w:rsidRPr="006B6A4C">
        <w:rPr>
          <w:rFonts w:ascii="Bookman Old Style" w:hAnsi="Bookman Old Style"/>
          <w:sz w:val="32"/>
          <w:szCs w:val="32"/>
        </w:rPr>
        <w:t>-</w:t>
      </w:r>
      <w:r>
        <w:rPr>
          <w:rFonts w:ascii="Bookman Old Style" w:hAnsi="Bookman Old Style"/>
          <w:sz w:val="32"/>
          <w:szCs w:val="32"/>
        </w:rPr>
        <w:t xml:space="preserve"> </w:t>
      </w:r>
      <w:r w:rsidRPr="006B6A4C">
        <w:rPr>
          <w:rFonts w:ascii="Bookman Old Style" w:hAnsi="Bookman Old Style"/>
          <w:sz w:val="32"/>
          <w:szCs w:val="32"/>
        </w:rPr>
        <w:t>жилет бордового цвета,</w:t>
      </w:r>
      <w:r>
        <w:rPr>
          <w:rFonts w:ascii="Bookman Old Style" w:hAnsi="Bookman Old Style"/>
          <w:sz w:val="32"/>
          <w:szCs w:val="32"/>
        </w:rPr>
        <w:t xml:space="preserve"> юбка-шотландка, в зимнее время разрешаются классические брюки черного цвета;</w:t>
      </w:r>
    </w:p>
    <w:p w:rsidR="006B6A4C" w:rsidRDefault="006B6A4C" w:rsidP="006B6A4C">
      <w:pPr>
        <w:ind w:right="-143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- классическая блузка офисного стиля пастельных тонов. </w:t>
      </w:r>
    </w:p>
    <w:p w:rsidR="007C561D" w:rsidRDefault="007C561D" w:rsidP="007C561D">
      <w:pPr>
        <w:ind w:right="-143"/>
        <w:rPr>
          <w:rFonts w:ascii="Bookman Old Style" w:hAnsi="Bookman Old Style"/>
          <w:sz w:val="32"/>
          <w:szCs w:val="32"/>
        </w:rPr>
      </w:pPr>
      <w:r w:rsidRPr="007C561D">
        <w:rPr>
          <w:rFonts w:ascii="Bookman Old Style" w:hAnsi="Bookman Old Style"/>
          <w:sz w:val="32"/>
          <w:szCs w:val="32"/>
        </w:rPr>
        <w:t xml:space="preserve">Отметим плюсы и преимущества </w:t>
      </w:r>
      <w:r w:rsidR="00461AA1">
        <w:rPr>
          <w:rFonts w:ascii="Bookman Old Style" w:hAnsi="Bookman Old Style"/>
          <w:sz w:val="32"/>
          <w:szCs w:val="32"/>
        </w:rPr>
        <w:t>школьной формы:</w:t>
      </w:r>
    </w:p>
    <w:p w:rsidR="00461AA1" w:rsidRDefault="00461AA1" w:rsidP="00461AA1">
      <w:pPr>
        <w:pStyle w:val="a3"/>
        <w:numPr>
          <w:ilvl w:val="0"/>
          <w:numId w:val="1"/>
        </w:numPr>
        <w:ind w:right="-143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Единство стиля.</w:t>
      </w:r>
    </w:p>
    <w:p w:rsidR="00461AA1" w:rsidRDefault="00461AA1" w:rsidP="00461AA1">
      <w:pPr>
        <w:pStyle w:val="a3"/>
        <w:numPr>
          <w:ilvl w:val="0"/>
          <w:numId w:val="1"/>
        </w:numPr>
        <w:ind w:right="-143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Единство требований.</w:t>
      </w:r>
    </w:p>
    <w:p w:rsidR="00461AA1" w:rsidRDefault="00461AA1" w:rsidP="00461AA1">
      <w:pPr>
        <w:pStyle w:val="a3"/>
        <w:numPr>
          <w:ilvl w:val="0"/>
          <w:numId w:val="1"/>
        </w:numPr>
        <w:ind w:right="-143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Деловой стиль – залог плодотворной работы.</w:t>
      </w:r>
    </w:p>
    <w:p w:rsidR="00461AA1" w:rsidRDefault="00461AA1" w:rsidP="00461AA1">
      <w:pPr>
        <w:pStyle w:val="a3"/>
        <w:numPr>
          <w:ilvl w:val="0"/>
          <w:numId w:val="1"/>
        </w:numPr>
        <w:ind w:right="-143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Классика всегда в моде. </w:t>
      </w:r>
    </w:p>
    <w:p w:rsidR="007C561D" w:rsidRPr="00461AA1" w:rsidRDefault="00461AA1" w:rsidP="00461AA1">
      <w:pPr>
        <w:pStyle w:val="a3"/>
        <w:numPr>
          <w:ilvl w:val="0"/>
          <w:numId w:val="1"/>
        </w:numPr>
        <w:ind w:right="-143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Школьная форма – это бренд учебного заведения.</w:t>
      </w:r>
    </w:p>
    <w:p w:rsidR="007C561D" w:rsidRPr="007C561D" w:rsidRDefault="007C561D" w:rsidP="00FB2A2B">
      <w:pPr>
        <w:ind w:right="-143"/>
        <w:jc w:val="center"/>
        <w:rPr>
          <w:rFonts w:ascii="Bookman Old Style" w:hAnsi="Bookman Old Style"/>
          <w:b/>
          <w:sz w:val="32"/>
          <w:szCs w:val="32"/>
          <w:u w:val="single"/>
        </w:rPr>
      </w:pPr>
      <w:r w:rsidRPr="007C561D">
        <w:rPr>
          <w:rFonts w:ascii="Bookman Old Style" w:hAnsi="Bookman Old Style"/>
          <w:b/>
          <w:sz w:val="32"/>
          <w:szCs w:val="32"/>
        </w:rPr>
        <w:lastRenderedPageBreak/>
        <w:t xml:space="preserve">Мобильный </w:t>
      </w:r>
      <w:r w:rsidR="00FB2A2B">
        <w:rPr>
          <w:rFonts w:ascii="Bookman Old Style" w:hAnsi="Bookman Old Style"/>
          <w:b/>
          <w:sz w:val="32"/>
          <w:szCs w:val="32"/>
        </w:rPr>
        <w:t>этикет на каждый день</w:t>
      </w:r>
    </w:p>
    <w:p w:rsidR="006B6A4C" w:rsidRPr="00AE21F6" w:rsidRDefault="007C561D" w:rsidP="006B6A4C">
      <w:pPr>
        <w:ind w:right="-143"/>
        <w:jc w:val="both"/>
        <w:rPr>
          <w:rFonts w:ascii="Bookman Old Style" w:hAnsi="Bookman Old Style"/>
          <w:sz w:val="28"/>
          <w:szCs w:val="28"/>
        </w:rPr>
      </w:pPr>
      <w:r w:rsidRPr="00AE21F6">
        <w:rPr>
          <w:rFonts w:ascii="Bookman Old Style" w:hAnsi="Bookman Old Style"/>
          <w:sz w:val="28"/>
          <w:szCs w:val="28"/>
        </w:rPr>
        <w:t>Существуют общепринятые правила пользования мобильным телефоном</w:t>
      </w:r>
      <w:r w:rsidR="0032243F" w:rsidRPr="00AE21F6">
        <w:rPr>
          <w:rFonts w:ascii="Bookman Old Style" w:hAnsi="Bookman Old Style"/>
          <w:sz w:val="28"/>
          <w:szCs w:val="28"/>
        </w:rPr>
        <w:t xml:space="preserve"> в стенах школы</w:t>
      </w:r>
      <w:r w:rsidRPr="00AE21F6">
        <w:rPr>
          <w:rFonts w:ascii="Bookman Old Style" w:hAnsi="Bookman Old Style"/>
          <w:sz w:val="28"/>
          <w:szCs w:val="28"/>
        </w:rPr>
        <w:t xml:space="preserve">, они простые и знать их должен каждый пользователь. Перечислим </w:t>
      </w:r>
      <w:r w:rsidR="00461AA1" w:rsidRPr="00AE21F6">
        <w:rPr>
          <w:rFonts w:ascii="Bookman Old Style" w:hAnsi="Bookman Old Style"/>
          <w:sz w:val="28"/>
          <w:szCs w:val="28"/>
        </w:rPr>
        <w:t>основные:</w:t>
      </w:r>
      <w:r w:rsidR="003D18D7" w:rsidRPr="00AE21F6">
        <w:rPr>
          <w:rFonts w:ascii="Bookman Old Style" w:hAnsi="Bookman Old Style"/>
          <w:sz w:val="28"/>
          <w:szCs w:val="28"/>
        </w:rPr>
        <w:t xml:space="preserve"> 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1.      Мобильный телефон является личной собственностью учащегося.</w:t>
      </w:r>
    </w:p>
    <w:p w:rsidR="0032243F" w:rsidRPr="0032243F" w:rsidRDefault="0032243F" w:rsidP="0032243F">
      <w:pPr>
        <w:spacing w:after="150" w:line="240" w:lineRule="auto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 2.   Администрация </w:t>
      </w:r>
      <w:r>
        <w:rPr>
          <w:rFonts w:ascii="Bookman Old Style" w:eastAsia="Times New Roman" w:hAnsi="Bookman Old Style" w:cs="Times New Roman"/>
          <w:sz w:val="28"/>
          <w:szCs w:val="28"/>
          <w:lang w:eastAsia="ru-RU"/>
        </w:rPr>
        <w:t>школы</w:t>
      </w: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не несет ответственности за личные вещи учащихся.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 3. Мобильные телефоны не должны мешать рабочей обстановке на уроке. </w:t>
      </w:r>
    </w:p>
    <w:p w:rsidR="0032243F" w:rsidRPr="0032243F" w:rsidRDefault="0032243F" w:rsidP="0032243F">
      <w:pPr>
        <w:spacing w:after="150" w:line="240" w:lineRule="auto"/>
        <w:jc w:val="both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НА ЗАНЯТИЯХ: 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1.      Во время урока мобильные телефоны необходимо отключить либо установить режим без звука.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2.     Учащимся во время урока нельзя использовать телефон как источник информации, как калькулятор, как фотоаппарат или видеокамеру, как непосредственно телефон.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3.</w:t>
      </w:r>
      <w:r>
        <w:rPr>
          <w:rFonts w:ascii="Bookman Old Style" w:eastAsia="Times New Roman" w:hAnsi="Bookman Old Style" w:cs="Times New Roman"/>
          <w:sz w:val="28"/>
          <w:szCs w:val="28"/>
          <w:lang w:eastAsia="ru-RU"/>
        </w:rPr>
        <w:t>    </w:t>
      </w: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В помещении школы учащимся запрещается пользоваться наушниками и плеерами.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4.      Мобильный телефон не должен находиться на парте, в руках, в пределах видимости.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5.      Во время урока педагог не несет ответственности за сохранность</w:t>
      </w:r>
      <w:r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мобильного телефона учащихся</w:t>
      </w: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. </w:t>
      </w:r>
    </w:p>
    <w:p w:rsidR="0032243F" w:rsidRPr="0032243F" w:rsidRDefault="0032243F" w:rsidP="0032243F">
      <w:pPr>
        <w:spacing w:after="150" w:line="240" w:lineRule="auto"/>
        <w:jc w:val="both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НА ПЕРЕМЕНЕ: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1.      В целях безопасности учащимся рекомендуется не оставлять мобильный телефон без присмотра.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2.      Учащиеся могут использовать телефон по прямому назначению по мере необходимости.</w:t>
      </w:r>
    </w:p>
    <w:p w:rsidR="0032243F" w:rsidRPr="0032243F" w:rsidRDefault="0032243F" w:rsidP="0032243F">
      <w:pPr>
        <w:spacing w:after="150" w:line="240" w:lineRule="auto"/>
        <w:ind w:left="360" w:hanging="360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32243F">
        <w:rPr>
          <w:rFonts w:ascii="Bookman Old Style" w:eastAsia="Times New Roman" w:hAnsi="Bookman Old Style" w:cs="Times New Roman"/>
          <w:sz w:val="28"/>
          <w:szCs w:val="28"/>
          <w:lang w:eastAsia="ru-RU"/>
        </w:rPr>
        <w:t>3.     В целях восстановления порядка в школе учитель имеет право взять мобильный телефон или плеер, поставив при этом в известность родителей (или лиц их заменяющих).</w:t>
      </w:r>
    </w:p>
    <w:sectPr w:rsidR="0032243F" w:rsidRPr="0032243F" w:rsidSect="006618CA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B47EB"/>
    <w:multiLevelType w:val="hybridMultilevel"/>
    <w:tmpl w:val="0F84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5C02EB"/>
    <w:rsid w:val="00044029"/>
    <w:rsid w:val="001065CD"/>
    <w:rsid w:val="0032243F"/>
    <w:rsid w:val="00394384"/>
    <w:rsid w:val="003D18D7"/>
    <w:rsid w:val="00461AA1"/>
    <w:rsid w:val="005C02EB"/>
    <w:rsid w:val="005F0C1E"/>
    <w:rsid w:val="006618CA"/>
    <w:rsid w:val="00681F30"/>
    <w:rsid w:val="006B6A4C"/>
    <w:rsid w:val="007C561D"/>
    <w:rsid w:val="00AE21F6"/>
    <w:rsid w:val="00BA5750"/>
    <w:rsid w:val="00BD0895"/>
    <w:rsid w:val="00C57F1D"/>
    <w:rsid w:val="00DB3360"/>
    <w:rsid w:val="00DC46EF"/>
    <w:rsid w:val="00FB2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CD"/>
  </w:style>
  <w:style w:type="paragraph" w:styleId="1">
    <w:name w:val="heading 1"/>
    <w:basedOn w:val="a"/>
    <w:next w:val="a"/>
    <w:link w:val="10"/>
    <w:uiPriority w:val="9"/>
    <w:qFormat/>
    <w:rsid w:val="00661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61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61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618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618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6618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6618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6618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6618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A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A2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B2A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32243F"/>
  </w:style>
  <w:style w:type="paragraph" w:styleId="a7">
    <w:name w:val="No Spacing"/>
    <w:uiPriority w:val="1"/>
    <w:qFormat/>
    <w:rsid w:val="006618C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61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61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618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618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618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618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618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618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618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6618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618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4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446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94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23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3278297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593144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972617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0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1045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206564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178199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75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2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40155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5;&#1078;&#1077;&#1083;&#1080;&#1082;&#1072;\Desktop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Анжелика</cp:lastModifiedBy>
  <cp:revision>3</cp:revision>
  <cp:lastPrinted>2016-09-28T07:43:00Z</cp:lastPrinted>
  <dcterms:created xsi:type="dcterms:W3CDTF">2016-09-25T14:42:00Z</dcterms:created>
  <dcterms:modified xsi:type="dcterms:W3CDTF">2016-09-28T07:43:00Z</dcterms:modified>
</cp:coreProperties>
</file>